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0959B" w14:textId="3018F91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9D396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D3965">
        <w:rPr>
          <w:rFonts w:ascii="Corbel" w:hAnsi="Corbel"/>
          <w:bCs/>
          <w:i/>
        </w:rPr>
        <w:t>23</w:t>
      </w:r>
    </w:p>
    <w:p w14:paraId="48085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32F335" w14:textId="40DADFF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44D3F">
        <w:rPr>
          <w:rFonts w:ascii="Corbel" w:hAnsi="Corbel"/>
          <w:i/>
          <w:smallCaps/>
          <w:sz w:val="24"/>
          <w:szCs w:val="24"/>
        </w:rPr>
        <w:t xml:space="preserve"> 20</w:t>
      </w:r>
      <w:r w:rsidR="00F548AE">
        <w:rPr>
          <w:rFonts w:ascii="Corbel" w:hAnsi="Corbel"/>
          <w:i/>
          <w:smallCaps/>
          <w:sz w:val="24"/>
          <w:szCs w:val="24"/>
        </w:rPr>
        <w:t>2</w:t>
      </w:r>
      <w:r w:rsidR="006E3FF5">
        <w:rPr>
          <w:rFonts w:ascii="Corbel" w:hAnsi="Corbel"/>
          <w:i/>
          <w:smallCaps/>
          <w:sz w:val="24"/>
          <w:szCs w:val="24"/>
        </w:rPr>
        <w:t>3-</w:t>
      </w:r>
      <w:r w:rsidR="00E44D3F">
        <w:rPr>
          <w:rFonts w:ascii="Corbel" w:hAnsi="Corbel"/>
          <w:i/>
          <w:smallCaps/>
          <w:sz w:val="24"/>
          <w:szCs w:val="24"/>
        </w:rPr>
        <w:t>202</w:t>
      </w:r>
      <w:r w:rsidR="006E3FF5">
        <w:rPr>
          <w:rFonts w:ascii="Corbel" w:hAnsi="Corbel"/>
          <w:i/>
          <w:smallCaps/>
          <w:sz w:val="24"/>
          <w:szCs w:val="24"/>
        </w:rPr>
        <w:t>5</w:t>
      </w:r>
    </w:p>
    <w:p w14:paraId="77A8EE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1529A" w14:textId="3801488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44D3F">
        <w:rPr>
          <w:rFonts w:ascii="Corbel" w:hAnsi="Corbel"/>
          <w:sz w:val="20"/>
          <w:szCs w:val="20"/>
        </w:rPr>
        <w:t>20</w:t>
      </w:r>
      <w:r w:rsidR="00F548AE">
        <w:rPr>
          <w:rFonts w:ascii="Corbel" w:hAnsi="Corbel"/>
          <w:sz w:val="20"/>
          <w:szCs w:val="20"/>
        </w:rPr>
        <w:t>2</w:t>
      </w:r>
      <w:r w:rsidR="006E3FF5">
        <w:rPr>
          <w:rFonts w:ascii="Corbel" w:hAnsi="Corbel"/>
          <w:sz w:val="20"/>
          <w:szCs w:val="20"/>
        </w:rPr>
        <w:t>4</w:t>
      </w:r>
      <w:r w:rsidR="00E44D3F">
        <w:rPr>
          <w:rFonts w:ascii="Corbel" w:hAnsi="Corbel"/>
          <w:sz w:val="20"/>
          <w:szCs w:val="20"/>
        </w:rPr>
        <w:t>/202</w:t>
      </w:r>
      <w:r w:rsidR="006E3FF5">
        <w:rPr>
          <w:rFonts w:ascii="Corbel" w:hAnsi="Corbel"/>
          <w:sz w:val="20"/>
          <w:szCs w:val="20"/>
        </w:rPr>
        <w:t>5</w:t>
      </w:r>
    </w:p>
    <w:p w14:paraId="618A9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751C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1668893" w14:textId="77777777" w:rsidTr="00B819C8">
        <w:tc>
          <w:tcPr>
            <w:tcW w:w="2694" w:type="dxa"/>
            <w:vAlign w:val="center"/>
          </w:tcPr>
          <w:p w14:paraId="30E010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BCD7A" w14:textId="6550023D"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14:paraId="534958DB" w14:textId="77777777" w:rsidTr="00B819C8">
        <w:tc>
          <w:tcPr>
            <w:tcW w:w="2694" w:type="dxa"/>
            <w:vAlign w:val="center"/>
          </w:tcPr>
          <w:p w14:paraId="059265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52105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65E07AF" w14:textId="77777777" w:rsidTr="00B819C8">
        <w:tc>
          <w:tcPr>
            <w:tcW w:w="2694" w:type="dxa"/>
            <w:vAlign w:val="center"/>
          </w:tcPr>
          <w:p w14:paraId="3FE2AA7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18591" w14:textId="083E5ADE" w:rsidR="0085747A" w:rsidRPr="009C54AE" w:rsidRDefault="00AB0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531D87" w14:textId="77777777" w:rsidTr="00B819C8">
        <w:tc>
          <w:tcPr>
            <w:tcW w:w="2694" w:type="dxa"/>
            <w:vAlign w:val="center"/>
          </w:tcPr>
          <w:p w14:paraId="50598F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BB388" w14:textId="2B2875C9" w:rsidR="0085747A" w:rsidRPr="009C54AE" w:rsidRDefault="00AB0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86A3B8D" w14:textId="77777777" w:rsidTr="00B819C8">
        <w:tc>
          <w:tcPr>
            <w:tcW w:w="2694" w:type="dxa"/>
            <w:vAlign w:val="center"/>
          </w:tcPr>
          <w:p w14:paraId="6EA0B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5664EA" w14:textId="1C7DD114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B044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91734EA" w14:textId="77777777" w:rsidTr="00B819C8">
        <w:tc>
          <w:tcPr>
            <w:tcW w:w="2694" w:type="dxa"/>
            <w:vAlign w:val="center"/>
          </w:tcPr>
          <w:p w14:paraId="5E7B62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2E710" w14:textId="74E4DA02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C6F74A3" w14:textId="77777777" w:rsidTr="00B819C8">
        <w:tc>
          <w:tcPr>
            <w:tcW w:w="2694" w:type="dxa"/>
            <w:vAlign w:val="center"/>
          </w:tcPr>
          <w:p w14:paraId="6A55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A0003" w14:textId="1F67752D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E5017A" w14:textId="77777777" w:rsidTr="00B819C8">
        <w:tc>
          <w:tcPr>
            <w:tcW w:w="2694" w:type="dxa"/>
            <w:vAlign w:val="center"/>
          </w:tcPr>
          <w:p w14:paraId="0ADA93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FC3BC" w14:textId="77B02020" w:rsidR="0085747A" w:rsidRPr="009C54AE" w:rsidRDefault="00492E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B044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D5D7C6" w14:textId="77777777" w:rsidTr="00B819C8">
        <w:tc>
          <w:tcPr>
            <w:tcW w:w="2694" w:type="dxa"/>
            <w:vAlign w:val="center"/>
          </w:tcPr>
          <w:p w14:paraId="7E767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4CA154" w14:textId="4FF2570C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14:paraId="5BF67BB9" w14:textId="77777777" w:rsidTr="00B819C8">
        <w:tc>
          <w:tcPr>
            <w:tcW w:w="2694" w:type="dxa"/>
            <w:vAlign w:val="center"/>
          </w:tcPr>
          <w:p w14:paraId="56C3B2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B5F7F7" w14:textId="322A572F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BC1A862" w14:textId="77777777" w:rsidTr="00B819C8">
        <w:tc>
          <w:tcPr>
            <w:tcW w:w="2694" w:type="dxa"/>
            <w:vAlign w:val="center"/>
          </w:tcPr>
          <w:p w14:paraId="19F53C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1EE199" w14:textId="655E6300"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CCDCDF" w14:textId="77777777" w:rsidTr="00B819C8">
        <w:tc>
          <w:tcPr>
            <w:tcW w:w="2694" w:type="dxa"/>
            <w:vAlign w:val="center"/>
          </w:tcPr>
          <w:p w14:paraId="7F65B6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26AD22" w14:textId="021BB8B3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50F1B52C" w14:textId="77777777" w:rsidTr="00B819C8">
        <w:tc>
          <w:tcPr>
            <w:tcW w:w="2694" w:type="dxa"/>
            <w:vAlign w:val="center"/>
          </w:tcPr>
          <w:p w14:paraId="38424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EC17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C02D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ACE2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87EE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F6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4A7CB2" w14:textId="77777777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B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AAB6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4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E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6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7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F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DC5910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520" w14:textId="6DFB78EF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34DE" w14:textId="24C1DE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A85" w14:textId="3DE8B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7B1" w14:textId="1E65AE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CDB2" w14:textId="3771A8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E894" w14:textId="0D9C122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11B" w14:textId="7C9224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39F" w14:textId="3C70A61D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313" w14:textId="2567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5F1B" w14:textId="135F8AFB" w:rsidR="00015B8F" w:rsidRPr="009C54AE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7214" w:rsidRPr="009C54AE" w14:paraId="34E77F9E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043" w14:textId="635B5DDC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42F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A62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FE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8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2A4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B97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0E4" w14:textId="755F64B6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6EB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922" w14:textId="2B493703" w:rsidR="00417214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FDE5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ED5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CC22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994A58" w14:textId="1CC52600"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24F8ED0" w14:textId="77B1632D"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14:paraId="6B36B5EC" w14:textId="2CEE1340"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14:paraId="3C500AA6" w14:textId="65B56189"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14:paraId="3FC5C05A" w14:textId="7A6BBFC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9FF0E" w14:textId="77777777"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100E2" w14:textId="761FA50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A3B9CD1" w14:textId="664B93F2"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D6DE59" w14:textId="77777777"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22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ED9EFD" w14:textId="77777777" w:rsidTr="00745302">
        <w:tc>
          <w:tcPr>
            <w:tcW w:w="9670" w:type="dxa"/>
          </w:tcPr>
          <w:p w14:paraId="5146E5E0" w14:textId="40DB50E4"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 zakresu funkcjonowania instytucji profilaktycznych i resocjalizacyjnych.</w:t>
            </w:r>
          </w:p>
        </w:tc>
      </w:tr>
    </w:tbl>
    <w:p w14:paraId="61F91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F1D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8D8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A19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37A3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DA6147" w14:textId="77777777" w:rsidTr="00094817">
        <w:tc>
          <w:tcPr>
            <w:tcW w:w="843" w:type="dxa"/>
            <w:vAlign w:val="center"/>
          </w:tcPr>
          <w:p w14:paraId="6786BF5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66F539" w14:textId="6B1720F6"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14:paraId="0F2CBBC8" w14:textId="77777777" w:rsidTr="00094817">
        <w:tc>
          <w:tcPr>
            <w:tcW w:w="843" w:type="dxa"/>
            <w:vAlign w:val="center"/>
          </w:tcPr>
          <w:p w14:paraId="6BD2A4E7" w14:textId="6ACBC335"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D1008" w14:textId="549210A0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14:paraId="68C5EA1C" w14:textId="77777777" w:rsidTr="00094817">
        <w:tc>
          <w:tcPr>
            <w:tcW w:w="843" w:type="dxa"/>
            <w:vAlign w:val="center"/>
          </w:tcPr>
          <w:p w14:paraId="422C95F6" w14:textId="54E0617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381E1F2" w14:textId="798855BB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14:paraId="730CE336" w14:textId="77777777" w:rsidTr="00094817">
        <w:tc>
          <w:tcPr>
            <w:tcW w:w="843" w:type="dxa"/>
            <w:vAlign w:val="center"/>
          </w:tcPr>
          <w:p w14:paraId="1947BF24" w14:textId="6D018AE8"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07C7E79" w14:textId="3E3B5A2F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14:paraId="5867EE56" w14:textId="77777777" w:rsidTr="00094817">
        <w:tc>
          <w:tcPr>
            <w:tcW w:w="843" w:type="dxa"/>
            <w:vAlign w:val="center"/>
          </w:tcPr>
          <w:p w14:paraId="549A0DB8" w14:textId="13F523F5"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50D4049" w14:textId="196BBA32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14:paraId="0BB33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0F96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22082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4CE191" w14:textId="77777777" w:rsidTr="00471FC0">
        <w:tc>
          <w:tcPr>
            <w:tcW w:w="1681" w:type="dxa"/>
            <w:vAlign w:val="center"/>
          </w:tcPr>
          <w:p w14:paraId="644C03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81C7E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341A972" w14:textId="55BC2C11" w:rsidR="00AB0444" w:rsidRPr="00AB0444" w:rsidRDefault="00AB044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90E5E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677F5E" w14:textId="77777777" w:rsidTr="00471FC0">
        <w:tc>
          <w:tcPr>
            <w:tcW w:w="1681" w:type="dxa"/>
          </w:tcPr>
          <w:p w14:paraId="3B765B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6B194A6" w14:textId="183239F5" w:rsidR="0085747A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14:paraId="27CFC329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5A08052" w14:textId="36D096CC"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54F7D8B" w14:textId="77777777" w:rsidTr="00471FC0">
        <w:tc>
          <w:tcPr>
            <w:tcW w:w="1681" w:type="dxa"/>
          </w:tcPr>
          <w:p w14:paraId="328DE7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900B035" w14:textId="1CFC077B" w:rsidR="0085747A" w:rsidRPr="009C54AE" w:rsidRDefault="003125E7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metody i techniki diagnostyczne w pracy z osobami niedostosowanymi społecznie.</w:t>
            </w:r>
          </w:p>
        </w:tc>
        <w:tc>
          <w:tcPr>
            <w:tcW w:w="1865" w:type="dxa"/>
          </w:tcPr>
          <w:p w14:paraId="71FCD0D5" w14:textId="77777777" w:rsidR="0085747A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74939A" w14:textId="7B35ECB8"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FEB5ECF" w14:textId="77777777" w:rsidTr="00471FC0">
        <w:tc>
          <w:tcPr>
            <w:tcW w:w="1681" w:type="dxa"/>
          </w:tcPr>
          <w:p w14:paraId="35902E6A" w14:textId="53A8E7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7516814" w14:textId="6A12E642" w:rsidR="0085747A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różnych dziedzin w zakresie kompleksowego oddziaływania na osoby niedostosowane społeczni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warunkach instytucjonalnych.</w:t>
            </w:r>
          </w:p>
        </w:tc>
        <w:tc>
          <w:tcPr>
            <w:tcW w:w="1865" w:type="dxa"/>
          </w:tcPr>
          <w:p w14:paraId="0912C3BA" w14:textId="3EB6AC7E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14:paraId="228A6D65" w14:textId="77777777" w:rsidTr="00471FC0">
        <w:tc>
          <w:tcPr>
            <w:tcW w:w="1681" w:type="dxa"/>
          </w:tcPr>
          <w:p w14:paraId="3C0D6B40" w14:textId="62659844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85A0D" w14:textId="13A19A11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14:paraId="516DC9D6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2C03A2D4" w14:textId="5EC73C2A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3E13F46A" w14:textId="77777777" w:rsidTr="00471FC0">
        <w:tc>
          <w:tcPr>
            <w:tcW w:w="1681" w:type="dxa"/>
          </w:tcPr>
          <w:p w14:paraId="63F73134" w14:textId="6640E0E3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D278B48" w14:textId="6803296E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 zachowaniach dysfunkcjonalnych na podstawie dokumentacji placówki.</w:t>
            </w:r>
          </w:p>
        </w:tc>
        <w:tc>
          <w:tcPr>
            <w:tcW w:w="1865" w:type="dxa"/>
          </w:tcPr>
          <w:p w14:paraId="5ADB65AA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1171882" w14:textId="1C5BF1B3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14:paraId="6BF84319" w14:textId="77777777" w:rsidTr="00471FC0">
        <w:tc>
          <w:tcPr>
            <w:tcW w:w="1681" w:type="dxa"/>
          </w:tcPr>
          <w:p w14:paraId="1DE0082E" w14:textId="67479B15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8D86" w14:textId="106C3A04" w:rsidR="0086355D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dysfunkcjonalnych na podstawie zaobserwowanych 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placówce przypadków.</w:t>
            </w:r>
          </w:p>
        </w:tc>
        <w:tc>
          <w:tcPr>
            <w:tcW w:w="1865" w:type="dxa"/>
            <w:vMerge w:val="restart"/>
          </w:tcPr>
          <w:p w14:paraId="5AEA5103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14:paraId="2E902C17" w14:textId="0E541CB9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14:paraId="395CABF3" w14:textId="77777777" w:rsidTr="00471FC0">
        <w:tc>
          <w:tcPr>
            <w:tcW w:w="1681" w:type="dxa"/>
          </w:tcPr>
          <w:p w14:paraId="33710AA1" w14:textId="706A7F83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12B19357" w14:textId="4110761A" w:rsidR="0086355D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14:paraId="416E23B5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15D0BEF5" w14:textId="77777777" w:rsidTr="00471FC0">
        <w:tc>
          <w:tcPr>
            <w:tcW w:w="1681" w:type="dxa"/>
          </w:tcPr>
          <w:p w14:paraId="1426FC5C" w14:textId="4819198F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6AC1DCE" w14:textId="68D33AB8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3C1BE7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4002D26" w14:textId="4BDE9DA1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5E55159E" w14:textId="77777777" w:rsidTr="00471FC0">
        <w:tc>
          <w:tcPr>
            <w:tcW w:w="1681" w:type="dxa"/>
          </w:tcPr>
          <w:p w14:paraId="54F631CD" w14:textId="6A297EFB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3E157D3" w14:textId="3BF496E2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14:paraId="07ECF473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6F2DEAA" w14:textId="3651FAB6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0444" w:rsidRPr="009C54AE" w14:paraId="0983DAA5" w14:textId="77777777" w:rsidTr="00A85DD2">
        <w:trPr>
          <w:trHeight w:val="1465"/>
        </w:trPr>
        <w:tc>
          <w:tcPr>
            <w:tcW w:w="1681" w:type="dxa"/>
          </w:tcPr>
          <w:p w14:paraId="318650D5" w14:textId="2A99174B" w:rsidR="00AB0444" w:rsidRPr="009C54AE" w:rsidRDefault="00AB0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8D7D60C" w14:textId="20D430D1" w:rsidR="00AB0444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oraz wykaże motywację do samokształcenia i samorozwoju.</w:t>
            </w:r>
          </w:p>
        </w:tc>
        <w:tc>
          <w:tcPr>
            <w:tcW w:w="1865" w:type="dxa"/>
          </w:tcPr>
          <w:p w14:paraId="6E668171" w14:textId="77777777" w:rsidR="00AB0444" w:rsidRDefault="00AB0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3B3597" w14:textId="020BEE10" w:rsidR="00AB0444" w:rsidRDefault="00AB0444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29034EA1" w14:textId="77777777" w:rsidTr="00471FC0">
        <w:tc>
          <w:tcPr>
            <w:tcW w:w="1681" w:type="dxa"/>
          </w:tcPr>
          <w:p w14:paraId="3F40CA87" w14:textId="44B5F5FD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AB04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33A67130" w14:textId="04878CFC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z zasadami etyki zawodowej.</w:t>
            </w:r>
          </w:p>
        </w:tc>
        <w:tc>
          <w:tcPr>
            <w:tcW w:w="1865" w:type="dxa"/>
          </w:tcPr>
          <w:p w14:paraId="2FB5715F" w14:textId="77777777"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351179B" w14:textId="1EB89C67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1FC0" w:rsidRPr="009C54AE" w14:paraId="301D2759" w14:textId="77777777" w:rsidTr="00471FC0">
        <w:tc>
          <w:tcPr>
            <w:tcW w:w="1681" w:type="dxa"/>
          </w:tcPr>
          <w:p w14:paraId="279C05A6" w14:textId="28066875"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AB044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27916947" w14:textId="47DBDB0C" w:rsidR="00471FC0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z charakterem placówki i potrzebami podopiecznych.</w:t>
            </w:r>
          </w:p>
        </w:tc>
        <w:tc>
          <w:tcPr>
            <w:tcW w:w="1865" w:type="dxa"/>
          </w:tcPr>
          <w:p w14:paraId="47CC9E0F" w14:textId="77777777"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10809692" w14:textId="2B54E4ED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0ACBC5" w14:textId="77777777"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7A0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9CCAF7F" w14:textId="4D278FC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14:paraId="7C7565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14:paraId="30FADD18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1AE7" w14:textId="77777777"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14:paraId="6EAC68A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F02" w14:textId="34926535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14:paraId="7A4C06C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A1F" w14:textId="3D9E57EE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14:paraId="099F0C22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A4A" w14:textId="487235C4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14:paraId="64943E7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61A" w14:textId="0EB3379D"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14:paraId="015F6EC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043" w14:textId="0C694759"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14:paraId="270F25B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875" w14:textId="39B9E475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14:paraId="15F52F6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9B5" w14:textId="359C2FE0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14:paraId="7EAE5605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042" w14:textId="018DA7D3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14:paraId="61680F8A" w14:textId="702908C2"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1DC55" w14:textId="77777777"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67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8B2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2732D3" w14:textId="504612EA"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14:paraId="31C82A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115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6C59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A79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FB4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0CB7AD" w14:textId="77777777" w:rsidTr="00C05F44">
        <w:tc>
          <w:tcPr>
            <w:tcW w:w="1985" w:type="dxa"/>
            <w:vAlign w:val="center"/>
          </w:tcPr>
          <w:p w14:paraId="7A4274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8BABB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34777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C42C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FB91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065C1D" w14:textId="77777777" w:rsidTr="00C05F44">
        <w:tc>
          <w:tcPr>
            <w:tcW w:w="1985" w:type="dxa"/>
          </w:tcPr>
          <w:p w14:paraId="7BEF4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10BF18" w14:textId="0F0812C6"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B7FB317" w14:textId="33C20BC6"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14:paraId="289415D6" w14:textId="77777777" w:rsidTr="00C05F44">
        <w:tc>
          <w:tcPr>
            <w:tcW w:w="1985" w:type="dxa"/>
          </w:tcPr>
          <w:p w14:paraId="18088799" w14:textId="7547947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BE24B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A46C1DD" w14:textId="4D57AE3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2788077D" w14:textId="4CF92ED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5ACF344" w14:textId="77777777" w:rsidTr="00C05F44">
        <w:tc>
          <w:tcPr>
            <w:tcW w:w="1985" w:type="dxa"/>
          </w:tcPr>
          <w:p w14:paraId="72C606BF" w14:textId="1823381E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FDB0BE" w14:textId="37C415B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C723D77" w14:textId="6767309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0956B2E" w14:textId="77777777" w:rsidTr="00C05F44">
        <w:tc>
          <w:tcPr>
            <w:tcW w:w="1985" w:type="dxa"/>
          </w:tcPr>
          <w:p w14:paraId="539060A2" w14:textId="11F624E3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D813A5" w14:textId="788269E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0769741" w14:textId="64932A25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59FFDA07" w14:textId="77777777" w:rsidTr="00C05F44">
        <w:tc>
          <w:tcPr>
            <w:tcW w:w="1985" w:type="dxa"/>
          </w:tcPr>
          <w:p w14:paraId="7F383A7F" w14:textId="2F2ED1A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2910AD" w14:textId="3E2645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1717E1C" w14:textId="1C9B74F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09C89B6D" w14:textId="77777777" w:rsidTr="00C05F44">
        <w:tc>
          <w:tcPr>
            <w:tcW w:w="1985" w:type="dxa"/>
          </w:tcPr>
          <w:p w14:paraId="56C7FCA1" w14:textId="6F87CC34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338CC5" w14:textId="5D33ADC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41AC4B11" w14:textId="12E1F807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71C53F2" w14:textId="77777777" w:rsidTr="00C05F44">
        <w:tc>
          <w:tcPr>
            <w:tcW w:w="1985" w:type="dxa"/>
          </w:tcPr>
          <w:p w14:paraId="099ED39B" w14:textId="488F28E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D289F93" w14:textId="229DC17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0A7EA212" w14:textId="01F4DA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B4C5748" w14:textId="77777777" w:rsidTr="00C05F44">
        <w:tc>
          <w:tcPr>
            <w:tcW w:w="1985" w:type="dxa"/>
          </w:tcPr>
          <w:p w14:paraId="41C5F61E" w14:textId="662DD97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7FADD2" w14:textId="1914ECB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73C31B8" w14:textId="7CC4A960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6A60451E" w14:textId="77777777" w:rsidTr="00C05F44">
        <w:tc>
          <w:tcPr>
            <w:tcW w:w="1985" w:type="dxa"/>
          </w:tcPr>
          <w:p w14:paraId="5C59282B" w14:textId="41D2755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366D9E7" w14:textId="6BD88EB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BC25C6A" w14:textId="1FA2CEA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405F1655" w14:textId="77777777" w:rsidTr="00C05F44">
        <w:tc>
          <w:tcPr>
            <w:tcW w:w="1985" w:type="dxa"/>
          </w:tcPr>
          <w:p w14:paraId="2D406C42" w14:textId="07107EA0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85DED8" w14:textId="6DE7481C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9C2C727" w14:textId="43DF6DA2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5A987C9A" w14:textId="77777777" w:rsidTr="00C05F44">
        <w:tc>
          <w:tcPr>
            <w:tcW w:w="1985" w:type="dxa"/>
          </w:tcPr>
          <w:p w14:paraId="7A955640" w14:textId="1F243AFF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4E1AD59A" w14:textId="5CC64757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68154A0" w14:textId="5618A214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38BF292D" w14:textId="77777777" w:rsidTr="00C05F44">
        <w:tc>
          <w:tcPr>
            <w:tcW w:w="1985" w:type="dxa"/>
          </w:tcPr>
          <w:p w14:paraId="2DB3E3CA" w14:textId="26BA4444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93695EC" w14:textId="3DABC779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E226665" w14:textId="0A0EC04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14:paraId="54167A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75A0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450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3FE8D" w14:textId="77777777" w:rsidTr="00923D7D">
        <w:tc>
          <w:tcPr>
            <w:tcW w:w="9670" w:type="dxa"/>
          </w:tcPr>
          <w:p w14:paraId="57C042EA" w14:textId="7D3E24AF"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14:paraId="30D91E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65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4B1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FF266B" w14:textId="77777777" w:rsidTr="003E1941">
        <w:tc>
          <w:tcPr>
            <w:tcW w:w="4962" w:type="dxa"/>
            <w:vAlign w:val="center"/>
          </w:tcPr>
          <w:p w14:paraId="648602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17D2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07E1DA" w14:textId="77777777" w:rsidTr="00923D7D">
        <w:tc>
          <w:tcPr>
            <w:tcW w:w="4962" w:type="dxa"/>
          </w:tcPr>
          <w:p w14:paraId="77719AD4" w14:textId="49195840" w:rsidR="0085747A" w:rsidRPr="009C54AE" w:rsidRDefault="00C61DC5" w:rsidP="009D39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2B0EB0">
              <w:rPr>
                <w:rFonts w:ascii="Corbel" w:hAnsi="Corbel"/>
                <w:sz w:val="24"/>
                <w:szCs w:val="24"/>
              </w:rPr>
              <w:t>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4DAD8D" w14:textId="153BC317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A5ABA8" w14:textId="77777777" w:rsidTr="00923D7D">
        <w:tc>
          <w:tcPr>
            <w:tcW w:w="4962" w:type="dxa"/>
          </w:tcPr>
          <w:p w14:paraId="687023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5F952" w14:textId="48000A5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30A8539" w14:textId="765523D3" w:rsidR="00C61DC5" w:rsidRPr="009C54AE" w:rsidRDefault="00C3033C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539CD4A" w14:textId="77777777" w:rsidTr="00923D7D">
        <w:tc>
          <w:tcPr>
            <w:tcW w:w="4962" w:type="dxa"/>
          </w:tcPr>
          <w:p w14:paraId="08E66D9C" w14:textId="77777777" w:rsidR="0071407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14077">
              <w:rPr>
                <w:rFonts w:ascii="Corbel" w:hAnsi="Corbel"/>
                <w:sz w:val="24"/>
                <w:szCs w:val="24"/>
              </w:rPr>
              <w:t>:</w:t>
            </w:r>
          </w:p>
          <w:p w14:paraId="56B708FF" w14:textId="77777777" w:rsidR="00714077" w:rsidRDefault="00C61DC5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06C29CF" w14:textId="45D60705" w:rsidR="00714077" w:rsidRPr="00714077" w:rsidRDefault="002B0EB0" w:rsidP="007140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materiałów</w:t>
            </w:r>
            <w:r w:rsidR="00714077">
              <w:rPr>
                <w:rFonts w:ascii="Corbel" w:hAnsi="Corbel"/>
                <w:sz w:val="24"/>
                <w:szCs w:val="24"/>
              </w:rPr>
              <w:t xml:space="preserve"> (np. konspektów zajęć, środków dydaktycznych),</w:t>
            </w:r>
          </w:p>
          <w:p w14:paraId="5F6F94E5" w14:textId="77777777" w:rsidR="00C61DC5" w:rsidRDefault="00E576E2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dziennika prakty</w:t>
            </w:r>
            <w:r w:rsidR="00714077">
              <w:rPr>
                <w:rFonts w:ascii="Corbel" w:hAnsi="Corbel"/>
                <w:sz w:val="24"/>
                <w:szCs w:val="24"/>
              </w:rPr>
              <w:t>k,</w:t>
            </w:r>
          </w:p>
          <w:p w14:paraId="1F1DDA3B" w14:textId="4E0C526F" w:rsidR="00714077" w:rsidRPr="009C54AE" w:rsidRDefault="00714077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5322926" w14:textId="3D3C3DAA" w:rsidR="00C61DC5" w:rsidRDefault="00C61DC5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564B907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6DA3E2" w14:textId="7C587B6F" w:rsidR="00714077" w:rsidRDefault="00C3033C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13DDB0A5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  <w:p w14:paraId="1A8C3BEA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F822A6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D5B8A6D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14:paraId="5749CC91" w14:textId="5808733B" w:rsidR="00714077" w:rsidRPr="009C54AE" w:rsidRDefault="00C3033C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1791C0A" w14:textId="77777777" w:rsidTr="00923D7D">
        <w:tc>
          <w:tcPr>
            <w:tcW w:w="4962" w:type="dxa"/>
          </w:tcPr>
          <w:p w14:paraId="558557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78C6E87" w14:textId="1D50AB34" w:rsidR="0085747A" w:rsidRPr="009C54AE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14:paraId="5194C099" w14:textId="77777777" w:rsidTr="00923D7D">
        <w:tc>
          <w:tcPr>
            <w:tcW w:w="4962" w:type="dxa"/>
          </w:tcPr>
          <w:p w14:paraId="7E359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81AB47" w14:textId="0A23644F" w:rsidR="0085747A" w:rsidRPr="009C54AE" w:rsidRDefault="00F548AE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52AD86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0BAD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3C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8812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DB3FC8" w14:textId="77777777" w:rsidTr="0071620A">
        <w:trPr>
          <w:trHeight w:val="397"/>
        </w:trPr>
        <w:tc>
          <w:tcPr>
            <w:tcW w:w="3544" w:type="dxa"/>
          </w:tcPr>
          <w:p w14:paraId="5ED1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AC3E35" w14:textId="44BB84EF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31BC323B" w14:textId="77777777" w:rsidTr="0071620A">
        <w:trPr>
          <w:trHeight w:val="397"/>
        </w:trPr>
        <w:tc>
          <w:tcPr>
            <w:tcW w:w="3544" w:type="dxa"/>
          </w:tcPr>
          <w:p w14:paraId="612A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463F9" w14:textId="15ED31E5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14:paraId="1BDFD5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48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E00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68F5" w14:textId="77777777" w:rsidTr="00417214">
        <w:trPr>
          <w:trHeight w:val="414"/>
        </w:trPr>
        <w:tc>
          <w:tcPr>
            <w:tcW w:w="7513" w:type="dxa"/>
          </w:tcPr>
          <w:p w14:paraId="65881BA6" w14:textId="692C8671" w:rsidR="002B0EB0" w:rsidRPr="00DC784E" w:rsidRDefault="0085747A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8AE9951" w14:textId="4ED57AF8"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14:paraId="38AE1B22" w14:textId="68E4BE50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Brągiel</w:t>
            </w:r>
            <w:proofErr w:type="spellEnd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14:paraId="4C7A74FF" w14:textId="0D238C92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7C4493CE" w14:textId="77777777"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14:paraId="25E6015E" w14:textId="7A1449A9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14:paraId="688359B4" w14:textId="73A12DA0" w:rsidR="00B63923" w:rsidRPr="00A0554F" w:rsidRDefault="00AB0444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Ptak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Metody oddziaływań resocjalizacyjnych</w:t>
            </w:r>
            <w:r>
              <w:rPr>
                <w:rFonts w:ascii="Corbel" w:hAnsi="Corbel"/>
                <w:sz w:val="24"/>
                <w:szCs w:val="24"/>
              </w:rPr>
              <w:t>, Górnośląska Wyższa Szkoła Pedagogiczna, Mysłowice 2010.</w:t>
            </w:r>
            <w:r w:rsidR="006A1DCD">
              <w:rPr>
                <w:rFonts w:ascii="Corbel" w:hAnsi="Corbel"/>
                <w:sz w:val="24"/>
                <w:szCs w:val="24"/>
              </w:rPr>
              <w:tab/>
            </w:r>
          </w:p>
          <w:p w14:paraId="479DB76F" w14:textId="29AC57C9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14:paraId="7F14BB60" w14:textId="590585FE"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14:paraId="303BB216" w14:textId="062C7A6F"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406A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406A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A5CDCD0" w14:textId="79363928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EB3A489" w14:textId="73E24014"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1DD50471" w14:textId="4783B8E0"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14:paraId="235837E2" w14:textId="564F3774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C879A37" w14:textId="50A26F6F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14:paraId="5E2A6EC0" w14:textId="2392D717"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 xml:space="preserve">Placówki resocjalizacyjne w reformowanym systemie profilaktyki,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lastRenderedPageBreak/>
              <w:t>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</w:t>
            </w:r>
            <w:proofErr w:type="spellStart"/>
            <w:r w:rsidR="00B63923" w:rsidRPr="00A0554F">
              <w:rPr>
                <w:rFonts w:ascii="Corbel" w:hAnsi="Corbel"/>
                <w:sz w:val="24"/>
                <w:szCs w:val="24"/>
              </w:rPr>
              <w:t>Chowanna</w:t>
            </w:r>
            <w:proofErr w:type="spellEnd"/>
            <w:r w:rsidR="00B63923" w:rsidRPr="00A0554F">
              <w:rPr>
                <w:rFonts w:ascii="Corbel" w:hAnsi="Corbel"/>
                <w:sz w:val="24"/>
                <w:szCs w:val="24"/>
              </w:rPr>
              <w:t>” nr 2 (2006).</w:t>
            </w:r>
          </w:p>
          <w:p w14:paraId="35CF334A" w14:textId="08436573"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                            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14:paraId="1914A5AB" w14:textId="77777777" w:rsidTr="0071620A">
        <w:trPr>
          <w:trHeight w:val="397"/>
        </w:trPr>
        <w:tc>
          <w:tcPr>
            <w:tcW w:w="7513" w:type="dxa"/>
          </w:tcPr>
          <w:p w14:paraId="0B4DC708" w14:textId="004BCDA4" w:rsidR="00E828D6" w:rsidRPr="00DC784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00D7A37E" w14:textId="63FBD428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14:paraId="714F7544" w14:textId="5AB0F5D2"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Pełszyńska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14:paraId="6812F153" w14:textId="1E5C29F0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E224269" w14:textId="75ED753A"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                         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14:paraId="600653F1" w14:textId="1D70E816"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</w:t>
            </w:r>
            <w:r w:rsidR="00434F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Polska, Warszawa 2018.</w:t>
            </w:r>
          </w:p>
          <w:p w14:paraId="07B328B1" w14:textId="76A9E9F8"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Szempruch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8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</w:t>
              </w:r>
              <w:r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14:paraId="439A7F5B" w14:textId="506683E2"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</w:t>
            </w:r>
            <w:r w:rsidR="00AB0444">
              <w:rPr>
                <w:rFonts w:ascii="Corbel" w:hAnsi="Corbel"/>
                <w:sz w:val="24"/>
                <w:szCs w:val="24"/>
              </w:rPr>
              <w:t>1</w:t>
            </w:r>
            <w:r w:rsidRPr="00B63923">
              <w:rPr>
                <w:rFonts w:ascii="Corbel" w:hAnsi="Corbel"/>
                <w:sz w:val="24"/>
                <w:szCs w:val="24"/>
              </w:rPr>
              <w:t>2.</w:t>
            </w:r>
          </w:p>
        </w:tc>
      </w:tr>
    </w:tbl>
    <w:p w14:paraId="4824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DAC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62A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114F95" w16cid:durableId="26E142C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B9AFE" w14:textId="77777777" w:rsidR="00B869E5" w:rsidRDefault="00B869E5" w:rsidP="00C16ABF">
      <w:pPr>
        <w:spacing w:after="0" w:line="240" w:lineRule="auto"/>
      </w:pPr>
      <w:r>
        <w:separator/>
      </w:r>
    </w:p>
  </w:endnote>
  <w:endnote w:type="continuationSeparator" w:id="0">
    <w:p w14:paraId="1B583B66" w14:textId="77777777" w:rsidR="00B869E5" w:rsidRDefault="00B869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910DA" w14:textId="77777777" w:rsidR="00B869E5" w:rsidRDefault="00B869E5" w:rsidP="00C16ABF">
      <w:pPr>
        <w:spacing w:after="0" w:line="240" w:lineRule="auto"/>
      </w:pPr>
      <w:r>
        <w:separator/>
      </w:r>
    </w:p>
  </w:footnote>
  <w:footnote w:type="continuationSeparator" w:id="0">
    <w:p w14:paraId="448F58AC" w14:textId="77777777" w:rsidR="00B869E5" w:rsidRDefault="00B869E5" w:rsidP="00C16ABF">
      <w:pPr>
        <w:spacing w:after="0" w:line="240" w:lineRule="auto"/>
      </w:pPr>
      <w:r>
        <w:continuationSeparator/>
      </w:r>
    </w:p>
  </w:footnote>
  <w:footnote w:id="1">
    <w:p w14:paraId="33F053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77BCC"/>
    <w:multiLevelType w:val="hybridMultilevel"/>
    <w:tmpl w:val="0A64F97E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76C34"/>
    <w:multiLevelType w:val="hybridMultilevel"/>
    <w:tmpl w:val="D0AE5D8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159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5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A0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66051"/>
    <w:rsid w:val="00382EA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2E9D"/>
    <w:rsid w:val="00494B0C"/>
    <w:rsid w:val="004968E2"/>
    <w:rsid w:val="004A3EEA"/>
    <w:rsid w:val="004A4D1F"/>
    <w:rsid w:val="004C2B89"/>
    <w:rsid w:val="004D5282"/>
    <w:rsid w:val="004D60DC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D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3FF5"/>
    <w:rsid w:val="006E5D65"/>
    <w:rsid w:val="006F1282"/>
    <w:rsid w:val="006F1FBC"/>
    <w:rsid w:val="006F31E2"/>
    <w:rsid w:val="00706544"/>
    <w:rsid w:val="007072BA"/>
    <w:rsid w:val="0071407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4A07"/>
    <w:rsid w:val="00997F14"/>
    <w:rsid w:val="009A78D9"/>
    <w:rsid w:val="009C1331"/>
    <w:rsid w:val="009C3E31"/>
    <w:rsid w:val="009C54AE"/>
    <w:rsid w:val="009C788E"/>
    <w:rsid w:val="009D3965"/>
    <w:rsid w:val="009E3B41"/>
    <w:rsid w:val="009F3C5C"/>
    <w:rsid w:val="009F4610"/>
    <w:rsid w:val="00A00ECC"/>
    <w:rsid w:val="00A0554F"/>
    <w:rsid w:val="00A155EE"/>
    <w:rsid w:val="00A2245B"/>
    <w:rsid w:val="00A30110"/>
    <w:rsid w:val="00A36899"/>
    <w:rsid w:val="00A371F6"/>
    <w:rsid w:val="00A42BEA"/>
    <w:rsid w:val="00A43BF6"/>
    <w:rsid w:val="00A53FA5"/>
    <w:rsid w:val="00A54817"/>
    <w:rsid w:val="00A601C8"/>
    <w:rsid w:val="00A60799"/>
    <w:rsid w:val="00A76CD5"/>
    <w:rsid w:val="00A84C85"/>
    <w:rsid w:val="00A97DE1"/>
    <w:rsid w:val="00AA31BF"/>
    <w:rsid w:val="00AB044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90"/>
    <w:rsid w:val="00B40ADB"/>
    <w:rsid w:val="00B43B77"/>
    <w:rsid w:val="00B43E80"/>
    <w:rsid w:val="00B51D45"/>
    <w:rsid w:val="00B607DB"/>
    <w:rsid w:val="00B63923"/>
    <w:rsid w:val="00B66529"/>
    <w:rsid w:val="00B75946"/>
    <w:rsid w:val="00B8056E"/>
    <w:rsid w:val="00B819C8"/>
    <w:rsid w:val="00B82308"/>
    <w:rsid w:val="00B869E5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033C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5BAC"/>
    <w:rsid w:val="00CF25BE"/>
    <w:rsid w:val="00CF78ED"/>
    <w:rsid w:val="00D019C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84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3BC2"/>
    <w:rsid w:val="00E576E2"/>
    <w:rsid w:val="00E63348"/>
    <w:rsid w:val="00E74E68"/>
    <w:rsid w:val="00E77E88"/>
    <w:rsid w:val="00E8107D"/>
    <w:rsid w:val="00E828D6"/>
    <w:rsid w:val="00E95E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8AE"/>
    <w:rsid w:val="00F617C3"/>
    <w:rsid w:val="00F66A39"/>
    <w:rsid w:val="00F7066B"/>
    <w:rsid w:val="00F72584"/>
    <w:rsid w:val="00F83B28"/>
    <w:rsid w:val="00FA46E5"/>
    <w:rsid w:val="00FB7DBA"/>
    <w:rsid w:val="00FC1C25"/>
    <w:rsid w:val="00FC3F45"/>
    <w:rsid w:val="00FD503F"/>
    <w:rsid w:val="00FD7589"/>
    <w:rsid w:val="00FF016A"/>
    <w:rsid w:val="00FF13F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8B7"/>
  <w15:docId w15:val="{23FFC1B0-3C7E-4082-A495-D551CADF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4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4E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4E6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E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E6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43829-8F2D-4F9F-BE69-00810FFD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6</Pages>
  <Words>1582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2019-11-02T22:23:00Z</dcterms:created>
  <dcterms:modified xsi:type="dcterms:W3CDTF">2023-04-20T10:02:00Z</dcterms:modified>
</cp:coreProperties>
</file>